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E9" w:rsidRPr="001878F2" w:rsidRDefault="005B65D6" w:rsidP="005B2CE9">
      <w:pPr>
        <w:pStyle w:val="ZEmetteur"/>
        <w:rPr>
          <w:rFonts w:ascii="Arial" w:hAnsi="Arial"/>
        </w:rPr>
      </w:pPr>
      <w:r>
        <w:rPr>
          <w:rFonts w:ascii="Arial" w:hAnsi="Arial"/>
        </w:rPr>
        <w:drawing>
          <wp:anchor distT="0" distB="0" distL="114300" distR="114300" simplePos="0" relativeHeight="251658240" behindDoc="0" locked="0" layoutInCell="1" allowOverlap="1">
            <wp:simplePos x="0" y="0"/>
            <wp:positionH relativeFrom="column">
              <wp:posOffset>-100157</wp:posOffset>
            </wp:positionH>
            <wp:positionV relativeFrom="paragraph">
              <wp:posOffset>-44854</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1878F2">
        <w:rPr>
          <w:rFonts w:ascii="Arial" w:hAnsi="Arial"/>
        </w:rPr>
        <w:t>Marine nationale</w:t>
      </w:r>
    </w:p>
    <w:p w:rsidR="005B2CE9" w:rsidRPr="001878F2" w:rsidRDefault="005B2CE9" w:rsidP="005B2CE9">
      <w:pPr>
        <w:pStyle w:val="ZEmetteur"/>
        <w:rPr>
          <w:rFonts w:ascii="Arial" w:hAnsi="Arial"/>
        </w:rPr>
      </w:pPr>
      <w:r w:rsidRPr="001878F2">
        <w:rPr>
          <w:rFonts w:ascii="Arial" w:hAnsi="Arial"/>
        </w:rPr>
        <w:t>Service de soutien de la Flotte</w:t>
      </w:r>
    </w:p>
    <w:p w:rsidR="005B2CE9" w:rsidRPr="001878F2" w:rsidRDefault="005B2CE9" w:rsidP="005B2CE9">
      <w:pPr>
        <w:pStyle w:val="ZEmetteur"/>
        <w:rPr>
          <w:rFonts w:ascii="Arial" w:hAnsi="Arial"/>
        </w:rPr>
      </w:pPr>
      <w:r w:rsidRPr="001878F2">
        <w:rPr>
          <w:rFonts w:ascii="Arial" w:hAnsi="Arial"/>
        </w:rPr>
        <w:t>DSSF Brest</w:t>
      </w:r>
    </w:p>
    <w:p w:rsidR="005B2CE9" w:rsidRPr="001878F2" w:rsidRDefault="005B2CE9" w:rsidP="005B2CE9">
      <w:pPr>
        <w:pStyle w:val="ZEmetteur"/>
        <w:rPr>
          <w:rFonts w:ascii="Arial" w:hAnsi="Arial"/>
        </w:rPr>
      </w:pPr>
    </w:p>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8F0143">
        <w:rPr>
          <w:rFonts w:ascii="Arial" w:hAnsi="Arial" w:cs="Arial"/>
          <w:b/>
          <w:bCs/>
        </w:rPr>
        <w:t>N</w:t>
      </w:r>
      <w:r w:rsidR="008F0143" w:rsidRPr="007E3833">
        <w:rPr>
          <w:rFonts w:ascii="Arial" w:hAnsi="Arial" w:cs="Arial"/>
          <w:b/>
          <w:bCs/>
        </w:rPr>
        <w:t>°</w:t>
      </w:r>
      <w:r w:rsidR="007E3833" w:rsidRPr="007E3833">
        <w:rPr>
          <w:rFonts w:ascii="Arial" w:hAnsi="Arial" w:cs="Arial"/>
          <w:b/>
        </w:rPr>
        <w:t>3</w:t>
      </w:r>
      <w:r w:rsidR="00723A4D">
        <w:rPr>
          <w:rFonts w:ascii="Arial" w:hAnsi="Arial" w:cs="Arial"/>
          <w:b/>
        </w:rPr>
        <w:t>6</w:t>
      </w:r>
      <w:r w:rsidR="00770F60">
        <w:rPr>
          <w:rFonts w:ascii="Arial" w:hAnsi="Arial" w:cs="Arial"/>
          <w:b/>
        </w:rPr>
        <w:t>8</w:t>
      </w:r>
      <w:r w:rsidR="002113E4">
        <w:rPr>
          <w:rFonts w:ascii="Arial" w:hAnsi="Arial" w:cs="Arial"/>
          <w:b/>
        </w:rPr>
        <w:t>99</w:t>
      </w:r>
      <w:r w:rsidR="00DA05D2">
        <w:rPr>
          <w:rFonts w:ascii="Arial" w:hAnsi="Arial" w:cs="Arial"/>
          <w:b/>
        </w:rPr>
        <w:t xml:space="preserve"> </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2113E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un réchauffeur à induction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d’un réchauffeur à induction au profit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1C4699">
        <w:rPr>
          <w:rFonts w:ascii="Arial" w:hAnsi="Arial" w:cs="Arial"/>
          <w:szCs w:val="22"/>
        </w:rPr>
        <w:t>D</w:t>
      </w:r>
      <w:r w:rsidR="00E52225" w:rsidRPr="001C4699">
        <w:rPr>
          <w:rFonts w:ascii="Arial" w:hAnsi="Arial" w:cs="Arial"/>
          <w:szCs w:val="22"/>
        </w:rPr>
        <w:t>ate</w:t>
      </w:r>
      <w:r w:rsidRPr="001C4699">
        <w:rPr>
          <w:rFonts w:ascii="Arial" w:hAnsi="Arial" w:cs="Arial"/>
          <w:szCs w:val="22"/>
        </w:rPr>
        <w:t xml:space="preserve"> et heure </w:t>
      </w:r>
      <w:r w:rsidR="00E52225" w:rsidRPr="001C4699">
        <w:rPr>
          <w:rFonts w:ascii="Arial" w:hAnsi="Arial" w:cs="Arial"/>
          <w:szCs w:val="22"/>
        </w:rPr>
        <w:t xml:space="preserve">de remise des offres </w:t>
      </w: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1C469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1C4699">
        <w:rPr>
          <w:rFonts w:ascii="Arial" w:hAnsi="Arial" w:cs="Arial"/>
          <w:b/>
          <w:szCs w:val="22"/>
        </w:rPr>
        <w:t xml:space="preserve">Le </w:t>
      </w:r>
      <w:r w:rsidR="002113E4">
        <w:rPr>
          <w:rFonts w:ascii="Arial" w:hAnsi="Arial" w:cs="Arial"/>
          <w:b/>
          <w:szCs w:val="22"/>
        </w:rPr>
        <w:fldChar w:fldCharType="begin">
          <w:ffData>
            <w:name w:val="Texte1"/>
            <w:enabled/>
            <w:calcOnExit w:val="0"/>
            <w:textInput>
              <w:default w:val="31/07/2025"/>
            </w:textInput>
          </w:ffData>
        </w:fldChar>
      </w:r>
      <w:bookmarkStart w:id="1" w:name="Texte1"/>
      <w:r w:rsidR="002113E4">
        <w:rPr>
          <w:rFonts w:ascii="Arial" w:hAnsi="Arial" w:cs="Arial"/>
          <w:b/>
          <w:szCs w:val="22"/>
        </w:rPr>
        <w:instrText xml:space="preserve"> FORMTEXT </w:instrText>
      </w:r>
      <w:r w:rsidR="002113E4">
        <w:rPr>
          <w:rFonts w:ascii="Arial" w:hAnsi="Arial" w:cs="Arial"/>
          <w:b/>
          <w:szCs w:val="22"/>
        </w:rPr>
      </w:r>
      <w:r w:rsidR="002113E4">
        <w:rPr>
          <w:rFonts w:ascii="Arial" w:hAnsi="Arial" w:cs="Arial"/>
          <w:b/>
          <w:szCs w:val="22"/>
        </w:rPr>
        <w:fldChar w:fldCharType="separate"/>
      </w:r>
      <w:r w:rsidR="002113E4">
        <w:rPr>
          <w:rFonts w:ascii="Arial" w:hAnsi="Arial" w:cs="Arial"/>
          <w:b/>
          <w:noProof/>
          <w:szCs w:val="22"/>
        </w:rPr>
        <w:t>31/07/2025</w:t>
      </w:r>
      <w:r w:rsidR="002113E4">
        <w:rPr>
          <w:rFonts w:ascii="Arial" w:hAnsi="Arial" w:cs="Arial"/>
          <w:b/>
          <w:szCs w:val="22"/>
        </w:rPr>
        <w:fldChar w:fldCharType="end"/>
      </w:r>
      <w:bookmarkEnd w:id="1"/>
      <w:r w:rsidRPr="001C4699">
        <w:rPr>
          <w:rFonts w:ascii="Arial" w:hAnsi="Arial" w:cs="Arial"/>
          <w:b/>
          <w:szCs w:val="22"/>
        </w:rPr>
        <w:t xml:space="preserve"> </w:t>
      </w:r>
      <w:r w:rsidR="00CA08E9" w:rsidRPr="001C4699">
        <w:rPr>
          <w:rFonts w:ascii="Arial" w:hAnsi="Arial" w:cs="Arial"/>
          <w:b/>
          <w:szCs w:val="22"/>
        </w:rPr>
        <w:t>avant</w:t>
      </w:r>
      <w:r w:rsidRPr="001C4699">
        <w:rPr>
          <w:rFonts w:ascii="Arial" w:hAnsi="Arial" w:cs="Arial"/>
          <w:b/>
          <w:szCs w:val="22"/>
        </w:rPr>
        <w:t xml:space="preserve"> 1</w:t>
      </w:r>
      <w:r w:rsidR="00F84B61" w:rsidRPr="001C4699">
        <w:rPr>
          <w:rFonts w:ascii="Arial" w:hAnsi="Arial" w:cs="Arial"/>
          <w:b/>
          <w:szCs w:val="22"/>
        </w:rPr>
        <w:t>6</w:t>
      </w:r>
      <w:r w:rsidR="00D94CCE" w:rsidRPr="001C4699">
        <w:rPr>
          <w:rFonts w:ascii="Arial" w:hAnsi="Arial" w:cs="Arial"/>
          <w:b/>
          <w:szCs w:val="22"/>
        </w:rPr>
        <w:t xml:space="preserve"> heures</w:t>
      </w:r>
      <w:r w:rsidRPr="001C4699">
        <w:rPr>
          <w:rFonts w:ascii="Arial" w:hAnsi="Arial" w:cs="Arial"/>
          <w:b/>
          <w:szCs w:val="22"/>
        </w:rPr>
        <w:t xml:space="preserve"> (horodatage PLACE)</w:t>
      </w:r>
    </w:p>
    <w:p w:rsidR="00373B83" w:rsidRPr="001C4699"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2113E4">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551A0E">
          <w:rPr>
            <w:noProof/>
            <w:webHidden/>
          </w:rPr>
          <w:t>3</w:t>
        </w:r>
        <w:r w:rsidR="00CA2503">
          <w:rPr>
            <w:noProof/>
            <w:webHidden/>
          </w:rPr>
          <w:fldChar w:fldCharType="end"/>
        </w:r>
      </w:hyperlink>
    </w:p>
    <w:p w:rsidR="00CA2503" w:rsidRPr="006E7E60" w:rsidRDefault="002113E4">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2113E4">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551A0E">
          <w:rPr>
            <w:noProof/>
            <w:webHidden/>
          </w:rPr>
          <w:t>4</w:t>
        </w:r>
        <w:r w:rsidR="00CA2503">
          <w:rPr>
            <w:noProof/>
            <w:webHidden/>
          </w:rPr>
          <w:fldChar w:fldCharType="end"/>
        </w:r>
      </w:hyperlink>
    </w:p>
    <w:p w:rsidR="00CA2503" w:rsidRPr="006E7E60" w:rsidRDefault="002113E4">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551A0E">
          <w:rPr>
            <w:noProof/>
            <w:webHidden/>
          </w:rPr>
          <w:t>5</w:t>
        </w:r>
        <w:r w:rsidR="00CA2503">
          <w:rPr>
            <w:noProof/>
            <w:webHidden/>
          </w:rPr>
          <w:fldChar w:fldCharType="end"/>
        </w:r>
      </w:hyperlink>
    </w:p>
    <w:p w:rsidR="00CA2503" w:rsidRPr="006E7E60" w:rsidRDefault="002113E4">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2113E4">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2113E4">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2113E4">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551A0E">
          <w:rPr>
            <w:noProof/>
            <w:webHidden/>
          </w:rPr>
          <w:t>6</w:t>
        </w:r>
        <w:r w:rsidR="00CA2503">
          <w:rPr>
            <w:noProof/>
            <w:webHidden/>
          </w:rPr>
          <w:fldChar w:fldCharType="end"/>
        </w:r>
      </w:hyperlink>
    </w:p>
    <w:p w:rsidR="00CA2503" w:rsidRPr="006E7E60" w:rsidRDefault="002113E4">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551A0E">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3" w:name="_Toc36259021"/>
      <w:bookmarkStart w:id="4" w:name="_Toc42327867"/>
      <w:bookmarkStart w:id="5"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3"/>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6" w:name="OLE_LINK1"/>
      <w:bookmarkStart w:id="7" w:name="OLE_LINK2"/>
      <w:bookmarkEnd w:id="4"/>
      <w:bookmarkEnd w:id="5"/>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2113E4">
        <w:rPr>
          <w:rFonts w:ascii="Arial" w:hAnsi="Arial" w:cs="Arial"/>
          <w:szCs w:val="22"/>
        </w:rPr>
        <w:fldChar w:fldCharType="begin">
          <w:ffData>
            <w:name w:val="Texte4"/>
            <w:enabled/>
            <w:calcOnExit w:val="0"/>
            <w:textInput>
              <w:default w:val="l'approvisionnement d’un réchauffeur à induction au profit de la Marine nationale"/>
            </w:textInput>
          </w:ffData>
        </w:fldChar>
      </w:r>
      <w:bookmarkStart w:id="8" w:name="Texte4"/>
      <w:r w:rsidR="002113E4">
        <w:rPr>
          <w:rFonts w:ascii="Arial" w:hAnsi="Arial" w:cs="Arial"/>
          <w:szCs w:val="22"/>
        </w:rPr>
        <w:instrText xml:space="preserve"> FORMTEXT </w:instrText>
      </w:r>
      <w:r w:rsidR="002113E4">
        <w:rPr>
          <w:rFonts w:ascii="Arial" w:hAnsi="Arial" w:cs="Arial"/>
          <w:szCs w:val="22"/>
        </w:rPr>
      </w:r>
      <w:r w:rsidR="002113E4">
        <w:rPr>
          <w:rFonts w:ascii="Arial" w:hAnsi="Arial" w:cs="Arial"/>
          <w:szCs w:val="22"/>
        </w:rPr>
        <w:fldChar w:fldCharType="separate"/>
      </w:r>
      <w:r w:rsidR="002113E4">
        <w:rPr>
          <w:rFonts w:ascii="Arial" w:hAnsi="Arial" w:cs="Arial"/>
          <w:noProof/>
          <w:szCs w:val="22"/>
        </w:rPr>
        <w:t>l'approvisionnement d’un réchauffeur à induction au profit de la Marine nationale</w:t>
      </w:r>
      <w:r w:rsidR="002113E4">
        <w:rPr>
          <w:rFonts w:ascii="Arial" w:hAnsi="Arial" w:cs="Arial"/>
          <w:szCs w:val="22"/>
        </w:rPr>
        <w:fldChar w:fldCharType="end"/>
      </w:r>
      <w:bookmarkEnd w:id="8"/>
      <w:r w:rsidRPr="00917C92">
        <w:rPr>
          <w:rFonts w:ascii="Arial" w:hAnsi="Arial" w:cs="Arial"/>
          <w:szCs w:val="22"/>
        </w:rPr>
        <w:t xml:space="preserve"> selon les conditions définies dans </w:t>
      </w:r>
      <w:r w:rsidR="008D4EED">
        <w:rPr>
          <w:rFonts w:ascii="Arial" w:hAnsi="Arial" w:cs="Arial"/>
          <w:szCs w:val="22"/>
        </w:rPr>
        <w:t>la Spécification Générale d’Approvisionnement (SGA)</w:t>
      </w:r>
      <w:r w:rsidR="00701799">
        <w:rPr>
          <w:rFonts w:ascii="Arial" w:hAnsi="Arial" w:cs="Arial"/>
          <w:szCs w:val="22"/>
        </w:rPr>
        <w:t xml:space="preserve"> (</w:t>
      </w:r>
      <w:r w:rsidR="008D4EED">
        <w:rPr>
          <w:rFonts w:ascii="Arial" w:hAnsi="Arial" w:cs="Arial"/>
          <w:szCs w:val="22"/>
        </w:rPr>
        <w:t>CCTP</w:t>
      </w:r>
      <w:r w:rsidR="00701799">
        <w:rPr>
          <w:rFonts w:ascii="Arial" w:hAnsi="Arial" w:cs="Arial"/>
          <w:szCs w:val="22"/>
        </w:rPr>
        <w:t xml:space="preserve"> </w:t>
      </w:r>
      <w:r w:rsidR="009D05B4">
        <w:rPr>
          <w:rFonts w:ascii="Arial" w:hAnsi="Arial" w:cs="Arial"/>
          <w:szCs w:val="22"/>
        </w:rPr>
        <w:t>N° DSSFB/SDLOG/26</w:t>
      </w:r>
      <w:r w:rsidR="00701799" w:rsidRPr="00701799">
        <w:rPr>
          <w:rFonts w:ascii="Arial" w:hAnsi="Arial" w:cs="Arial"/>
          <w:szCs w:val="22"/>
        </w:rPr>
        <w:t>0/</w:t>
      </w:r>
      <w:r w:rsidR="009D05B4">
        <w:rPr>
          <w:rFonts w:ascii="Arial" w:hAnsi="Arial" w:cs="Arial"/>
          <w:szCs w:val="22"/>
        </w:rPr>
        <w:t>O</w:t>
      </w:r>
      <w:r w:rsidR="00701799">
        <w:rPr>
          <w:rFonts w:ascii="Arial" w:hAnsi="Arial" w:cs="Arial"/>
          <w:szCs w:val="22"/>
        </w:rPr>
        <w:t>)</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Le lieu de livraison est la Salle de réception du Service Logistique de la Marine (</w:t>
      </w:r>
      <w:r w:rsidR="00514323">
        <w:rPr>
          <w:rFonts w:ascii="Arial" w:hAnsi="Arial" w:cs="Arial"/>
          <w:szCs w:val="22"/>
        </w:rPr>
        <w:t xml:space="preserve">SLM) pour les rechanges navals </w:t>
      </w:r>
      <w:r w:rsidRPr="00917C92">
        <w:rPr>
          <w:rFonts w:ascii="Arial" w:hAnsi="Arial" w:cs="Arial"/>
          <w:szCs w:val="22"/>
        </w:rPr>
        <w:t xml:space="preserve">à Brest. </w:t>
      </w:r>
    </w:p>
    <w:p w:rsidR="005326D8" w:rsidRPr="00917C92" w:rsidRDefault="005326D8">
      <w:pPr>
        <w:pStyle w:val="Titre1"/>
        <w:numPr>
          <w:ilvl w:val="0"/>
          <w:numId w:val="8"/>
        </w:numPr>
        <w:rPr>
          <w:rFonts w:ascii="Arial" w:hAnsi="Arial" w:cs="Arial"/>
          <w:szCs w:val="22"/>
        </w:rPr>
      </w:pPr>
      <w:bookmarkStart w:id="9" w:name="_Toc36259022"/>
      <w:bookmarkStart w:id="10" w:name="_Toc42327874"/>
      <w:bookmarkStart w:id="11" w:name="_Toc92880942"/>
      <w:r w:rsidRPr="00917C92">
        <w:rPr>
          <w:rFonts w:ascii="Arial" w:hAnsi="Arial" w:cs="Arial"/>
          <w:szCs w:val="22"/>
        </w:rPr>
        <w:t>condition de la consultation</w:t>
      </w:r>
      <w:bookmarkEnd w:id="9"/>
      <w:bookmarkEnd w:id="10"/>
      <w:bookmarkEnd w:id="11"/>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2"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3" w:name="_Toc36259025"/>
      <w:bookmarkStart w:id="14" w:name="_Toc42327876"/>
      <w:bookmarkEnd w:id="12"/>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3"/>
    <w:bookmarkEnd w:id="14"/>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5" w:name="_Toc92880943"/>
      <w:bookmarkStart w:id="16" w:name="_Toc36259027"/>
      <w:bookmarkStart w:id="17" w:name="_Toc42327878"/>
      <w:bookmarkEnd w:id="6"/>
      <w:bookmarkEnd w:id="7"/>
      <w:r w:rsidRPr="00917C92">
        <w:rPr>
          <w:rFonts w:ascii="Arial" w:hAnsi="Arial" w:cs="Arial"/>
          <w:szCs w:val="22"/>
        </w:rPr>
        <w:lastRenderedPageBreak/>
        <w:t xml:space="preserve">presentation et envoi des </w:t>
      </w:r>
      <w:r w:rsidR="00C5369E">
        <w:rPr>
          <w:rFonts w:ascii="Arial" w:hAnsi="Arial" w:cs="Arial"/>
          <w:szCs w:val="22"/>
        </w:rPr>
        <w:t>PLIS</w:t>
      </w:r>
      <w:bookmarkEnd w:id="15"/>
    </w:p>
    <w:p w:rsidR="005326D8" w:rsidRPr="00917C92" w:rsidRDefault="005326D8" w:rsidP="00985A16">
      <w:pPr>
        <w:pStyle w:val="Titre3"/>
        <w:rPr>
          <w:rFonts w:ascii="Arial" w:hAnsi="Arial" w:cs="Arial"/>
          <w:szCs w:val="22"/>
        </w:rPr>
      </w:pPr>
      <w:bookmarkStart w:id="18" w:name="_Toc92880944"/>
      <w:r w:rsidRPr="00917C92">
        <w:rPr>
          <w:rFonts w:ascii="Arial" w:hAnsi="Arial" w:cs="Arial"/>
          <w:szCs w:val="22"/>
        </w:rPr>
        <w:t xml:space="preserve">Présentation des </w:t>
      </w:r>
      <w:r w:rsidR="007E6AF1">
        <w:rPr>
          <w:rFonts w:ascii="Arial" w:hAnsi="Arial" w:cs="Arial"/>
          <w:szCs w:val="22"/>
        </w:rPr>
        <w:t>plis</w:t>
      </w:r>
      <w:bookmarkEnd w:id="18"/>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6"/>
    <w:bookmarkEnd w:id="17"/>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2A4EDB">
            <w:pPr>
              <w:pStyle w:val="Listepuces1"/>
              <w:tabs>
                <w:tab w:val="clear" w:pos="567"/>
              </w:tabs>
              <w:ind w:left="356" w:hanging="285"/>
              <w:rPr>
                <w:rFonts w:ascii="Arial" w:hAnsi="Arial" w:cs="Arial"/>
                <w:szCs w:val="22"/>
              </w:rPr>
            </w:pPr>
            <w:r w:rsidRPr="00D62785">
              <w:rPr>
                <w:rFonts w:ascii="Arial" w:hAnsi="Arial" w:cs="Arial"/>
                <w:szCs w:val="22"/>
              </w:rPr>
              <w:t>le C.C.T.P</w:t>
            </w:r>
            <w:r>
              <w:rPr>
                <w:rFonts w:ascii="Arial" w:hAnsi="Arial" w:cs="Arial"/>
                <w:szCs w:val="22"/>
              </w:rPr>
              <w:t xml:space="preserve"> (ou SGA)</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19" w:name="_Toc254166743"/>
      <w:bookmarkStart w:id="20" w:name="_Toc395189355"/>
      <w:bookmarkStart w:id="21" w:name="_Toc92880945"/>
      <w:bookmarkStart w:id="22" w:name="_Toc36259028"/>
      <w:r w:rsidRPr="00917C92">
        <w:rPr>
          <w:rFonts w:ascii="Arial" w:hAnsi="Arial" w:cs="Arial"/>
          <w:szCs w:val="22"/>
        </w:rPr>
        <w:t>Condition d’envoi des plis</w:t>
      </w:r>
      <w:bookmarkEnd w:id="19"/>
      <w:bookmarkEnd w:id="20"/>
      <w:bookmarkEnd w:id="21"/>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5311B5">
        <w:rPr>
          <w:rFonts w:ascii="Arial" w:hAnsi="Arial" w:cs="Arial"/>
          <w:b/>
          <w:color w:val="0000FF"/>
          <w:szCs w:val="22"/>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3" w:name="_Toc469464712"/>
      <w:bookmarkEnd w:id="23"/>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2113E4"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4" w:name="_Toc254166744"/>
      <w:bookmarkStart w:id="25" w:name="_Toc395189356"/>
      <w:bookmarkStart w:id="26" w:name="_Toc92880946"/>
      <w:r w:rsidRPr="00917C92">
        <w:rPr>
          <w:rFonts w:ascii="Arial" w:hAnsi="Arial" w:cs="Arial"/>
          <w:szCs w:val="22"/>
        </w:rPr>
        <w:t>Date de remise des offres</w:t>
      </w:r>
      <w:bookmarkEnd w:id="24"/>
      <w:bookmarkEnd w:id="25"/>
      <w:bookmarkEnd w:id="26"/>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7" w:name="_Toc234058939"/>
      <w:bookmarkStart w:id="28" w:name="_Toc304745895"/>
      <w:bookmarkStart w:id="29" w:name="_Toc92880947"/>
      <w:bookmarkStart w:id="30" w:name="_Toc234058940"/>
      <w:bookmarkEnd w:id="22"/>
      <w:r w:rsidRPr="00917C92">
        <w:rPr>
          <w:rFonts w:ascii="Arial" w:hAnsi="Arial" w:cs="Arial"/>
          <w:szCs w:val="22"/>
        </w:rPr>
        <w:t>jugement des CANDIDATURES ET DES OFFRES</w:t>
      </w:r>
      <w:bookmarkEnd w:id="27"/>
      <w:bookmarkEnd w:id="28"/>
      <w:bookmarkEnd w:id="29"/>
    </w:p>
    <w:p w:rsidR="00C434EC" w:rsidRPr="00917C92" w:rsidRDefault="00C434EC" w:rsidP="00985A16">
      <w:pPr>
        <w:pStyle w:val="Titre3"/>
        <w:rPr>
          <w:rFonts w:ascii="Arial" w:hAnsi="Arial" w:cs="Arial"/>
          <w:szCs w:val="22"/>
        </w:rPr>
      </w:pPr>
      <w:bookmarkStart w:id="31" w:name="_Toc92880948"/>
      <w:r w:rsidRPr="00917C92">
        <w:rPr>
          <w:rFonts w:ascii="Arial" w:hAnsi="Arial" w:cs="Arial"/>
          <w:szCs w:val="22"/>
        </w:rPr>
        <w:t>Jugement des candidatures</w:t>
      </w:r>
      <w:bookmarkEnd w:id="30"/>
      <w:bookmarkEnd w:id="31"/>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2" w:name="_Toc354649313"/>
      <w:bookmarkStart w:id="33" w:name="_Toc92880949"/>
      <w:bookmarkStart w:id="34" w:name="_Toc234058941"/>
      <w:bookmarkStart w:id="35" w:name="_Toc304745897"/>
      <w:r w:rsidRPr="00917C92">
        <w:rPr>
          <w:rFonts w:ascii="Arial" w:hAnsi="Arial" w:cs="Arial"/>
          <w:szCs w:val="22"/>
        </w:rPr>
        <w:t>Critères de classement des offres et attribution du marché</w:t>
      </w:r>
      <w:bookmarkEnd w:id="32"/>
      <w:bookmarkEnd w:id="33"/>
    </w:p>
    <w:p w:rsidR="00B1130A" w:rsidRPr="00917C92" w:rsidRDefault="00211A73" w:rsidP="00B1130A">
      <w:pPr>
        <w:pStyle w:val="Paragraphe"/>
        <w:ind w:firstLine="0"/>
        <w:rPr>
          <w:rFonts w:ascii="Arial" w:hAnsi="Arial" w:cs="Arial"/>
          <w:szCs w:val="22"/>
        </w:rPr>
      </w:pPr>
      <w:bookmarkStart w:id="36" w:name="_Toc131825450"/>
      <w:bookmarkStart w:id="37" w:name="_Toc135126495"/>
      <w:bookmarkEnd w:id="34"/>
      <w:bookmarkEnd w:id="35"/>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D93BDF" w:rsidRDefault="00BC414B" w:rsidP="00B1130A">
      <w:pPr>
        <w:numPr>
          <w:ilvl w:val="0"/>
          <w:numId w:val="12"/>
        </w:numPr>
        <w:spacing w:before="0" w:after="0"/>
        <w:ind w:left="714" w:firstLine="137"/>
        <w:jc w:val="left"/>
        <w:rPr>
          <w:rFonts w:ascii="Arial" w:hAnsi="Arial" w:cs="Arial"/>
          <w:b/>
          <w:szCs w:val="22"/>
        </w:rPr>
      </w:pPr>
      <w:r w:rsidRPr="00D93BDF">
        <w:rPr>
          <w:rFonts w:ascii="Arial" w:hAnsi="Arial" w:cs="Arial"/>
          <w:b/>
          <w:szCs w:val="22"/>
        </w:rPr>
        <w:t xml:space="preserve">Prix : </w:t>
      </w:r>
      <w:r w:rsidR="002113E4">
        <w:rPr>
          <w:rFonts w:ascii="Arial" w:hAnsi="Arial" w:cs="Arial"/>
          <w:b/>
          <w:szCs w:val="22"/>
        </w:rPr>
        <w:t>6</w:t>
      </w:r>
      <w:r w:rsidR="00B1130A" w:rsidRPr="00D93BDF">
        <w:rPr>
          <w:rFonts w:ascii="Arial" w:hAnsi="Arial" w:cs="Arial"/>
          <w:b/>
          <w:szCs w:val="22"/>
        </w:rPr>
        <w:t>0 %</w:t>
      </w:r>
    </w:p>
    <w:p w:rsidR="00B1130A" w:rsidRPr="00D93BDF" w:rsidRDefault="00770F60" w:rsidP="00B1130A">
      <w:pPr>
        <w:numPr>
          <w:ilvl w:val="0"/>
          <w:numId w:val="12"/>
        </w:numPr>
        <w:spacing w:before="0" w:after="120"/>
        <w:ind w:left="714" w:firstLine="137"/>
        <w:jc w:val="left"/>
        <w:rPr>
          <w:rFonts w:ascii="Arial" w:hAnsi="Arial" w:cs="Arial"/>
          <w:b/>
          <w:bCs/>
          <w:szCs w:val="22"/>
        </w:rPr>
      </w:pPr>
      <w:r>
        <w:rPr>
          <w:rFonts w:ascii="Arial" w:hAnsi="Arial" w:cs="Arial"/>
          <w:b/>
          <w:szCs w:val="22"/>
        </w:rPr>
        <w:t xml:space="preserve">Délai de livraison : </w:t>
      </w:r>
      <w:r w:rsidR="002113E4">
        <w:rPr>
          <w:rFonts w:ascii="Arial" w:hAnsi="Arial" w:cs="Arial"/>
          <w:b/>
          <w:szCs w:val="22"/>
        </w:rPr>
        <w:t>4</w:t>
      </w:r>
      <w:bookmarkStart w:id="38" w:name="_GoBack"/>
      <w:bookmarkEnd w:id="38"/>
      <w:r w:rsidR="00B1130A" w:rsidRPr="00D93BDF">
        <w:rPr>
          <w:rFonts w:ascii="Arial" w:hAnsi="Arial" w:cs="Arial"/>
          <w:b/>
          <w:szCs w:val="22"/>
        </w:rPr>
        <w:t>0 %</w:t>
      </w:r>
    </w:p>
    <w:p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14323" w:rsidRPr="00917C92" w:rsidRDefault="00514323" w:rsidP="00B1130A">
      <w:pPr>
        <w:pStyle w:val="Paragraphe"/>
        <w:ind w:firstLine="0"/>
        <w:rPr>
          <w:rFonts w:ascii="Arial" w:hAnsi="Arial" w:cs="Arial"/>
          <w:bCs/>
          <w:szCs w:val="22"/>
        </w:rPr>
      </w:pP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46AFC" w:rsidRPr="00446AFC">
        <w:rPr>
          <w:b/>
          <w:sz w:val="22"/>
          <w:szCs w:val="22"/>
        </w:rPr>
        <w:t>SACRAL N-CORENG/NMCRL</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B973DB" w:rsidRDefault="005326D8" w:rsidP="00D9183A">
      <w:pPr>
        <w:rPr>
          <w:rFonts w:ascii="Arial" w:hAnsi="Arial" w:cs="Arial"/>
          <w:szCs w:val="22"/>
          <w:u w:val="single"/>
        </w:rPr>
      </w:pPr>
      <w:r w:rsidRPr="00B973DB">
        <w:rPr>
          <w:rFonts w:ascii="Arial" w:hAnsi="Arial" w:cs="Arial"/>
          <w:szCs w:val="22"/>
          <w:u w:val="single"/>
        </w:rPr>
        <w:t xml:space="preserve">Equivalences : </w:t>
      </w:r>
    </w:p>
    <w:p w:rsidR="005326D8" w:rsidRPr="00B973DB" w:rsidRDefault="005326D8" w:rsidP="00D9183A">
      <w:pPr>
        <w:tabs>
          <w:tab w:val="left" w:pos="426"/>
        </w:tabs>
        <w:ind w:right="38"/>
        <w:rPr>
          <w:rFonts w:ascii="Arial" w:hAnsi="Arial" w:cs="Arial"/>
          <w:b/>
          <w:szCs w:val="22"/>
          <w:u w:val="single"/>
        </w:rPr>
      </w:pPr>
      <w:r w:rsidRPr="00B973DB">
        <w:rPr>
          <w:rFonts w:ascii="Arial" w:hAnsi="Arial" w:cs="Arial"/>
          <w:b/>
          <w:szCs w:val="22"/>
          <w:u w:val="single"/>
        </w:rPr>
        <w:t xml:space="preserve">Les équivalences </w:t>
      </w:r>
      <w:r w:rsidR="00434745">
        <w:rPr>
          <w:rFonts w:ascii="Arial" w:hAnsi="Arial" w:cs="Arial"/>
          <w:b/>
          <w:szCs w:val="22"/>
          <w:u w:val="single"/>
        </w:rPr>
        <w:t xml:space="preserve">et les remplaçants </w:t>
      </w:r>
      <w:r w:rsidR="00B973DB" w:rsidRPr="00B973DB">
        <w:rPr>
          <w:rFonts w:ascii="Arial" w:hAnsi="Arial" w:cs="Arial"/>
          <w:b/>
          <w:szCs w:val="22"/>
          <w:u w:val="single"/>
        </w:rPr>
        <w:t xml:space="preserve">ne </w:t>
      </w:r>
      <w:r w:rsidRPr="00B973DB">
        <w:rPr>
          <w:rFonts w:ascii="Arial" w:hAnsi="Arial" w:cs="Arial"/>
          <w:b/>
          <w:szCs w:val="22"/>
          <w:u w:val="single"/>
        </w:rPr>
        <w:t xml:space="preserve">sont </w:t>
      </w:r>
      <w:r w:rsidR="00B973DB" w:rsidRPr="00B973DB">
        <w:rPr>
          <w:rFonts w:ascii="Arial" w:hAnsi="Arial" w:cs="Arial"/>
          <w:b/>
          <w:szCs w:val="22"/>
          <w:u w:val="single"/>
        </w:rPr>
        <w:t xml:space="preserve">pas </w:t>
      </w:r>
      <w:r w:rsidR="00434745">
        <w:rPr>
          <w:rFonts w:ascii="Arial" w:hAnsi="Arial" w:cs="Arial"/>
          <w:b/>
          <w:szCs w:val="22"/>
          <w:u w:val="single"/>
        </w:rPr>
        <w:t>autorisé</w:t>
      </w:r>
      <w:r w:rsidRPr="00B973DB">
        <w:rPr>
          <w:rFonts w:ascii="Arial" w:hAnsi="Arial" w:cs="Arial"/>
          <w:b/>
          <w:szCs w:val="22"/>
          <w:u w:val="single"/>
        </w:rPr>
        <w:t>s</w:t>
      </w:r>
      <w:r w:rsidR="00AB0746">
        <w:rPr>
          <w:rFonts w:ascii="Arial" w:hAnsi="Arial" w:cs="Arial"/>
          <w:b/>
          <w:szCs w:val="22"/>
          <w:u w:val="single"/>
        </w:rPr>
        <w:t xml:space="preserve"> pour cette consultation</w:t>
      </w:r>
      <w:r w:rsidRPr="00B973DB">
        <w:rPr>
          <w:rFonts w:ascii="Arial" w:hAnsi="Arial" w:cs="Arial"/>
          <w:b/>
          <w:szCs w:val="22"/>
          <w:u w:val="single"/>
        </w:rPr>
        <w:t>.</w:t>
      </w:r>
    </w:p>
    <w:p w:rsidR="005326D8" w:rsidRPr="00B973DB" w:rsidRDefault="005326D8" w:rsidP="00D9183A">
      <w:pPr>
        <w:tabs>
          <w:tab w:val="left" w:pos="426"/>
        </w:tabs>
        <w:ind w:right="38"/>
        <w:rPr>
          <w:rFonts w:ascii="Arial" w:hAnsi="Arial" w:cs="Arial"/>
          <w:szCs w:val="22"/>
        </w:rPr>
      </w:pPr>
      <w:r w:rsidRPr="00B973DB">
        <w:rPr>
          <w:rFonts w:ascii="Arial" w:hAnsi="Arial" w:cs="Arial"/>
          <w:szCs w:val="22"/>
        </w:rPr>
        <w:t xml:space="preserve">Les évolutions de référence de la base </w:t>
      </w:r>
      <w:r w:rsidR="005F6A4E" w:rsidRPr="00B973DB">
        <w:rPr>
          <w:rFonts w:ascii="Arial" w:hAnsi="Arial" w:cs="Arial"/>
          <w:szCs w:val="22"/>
        </w:rPr>
        <w:t xml:space="preserve">SACRAL N-CORENG/NMCRL </w:t>
      </w:r>
      <w:r w:rsidRPr="00B973DB">
        <w:rPr>
          <w:rFonts w:ascii="Arial" w:hAnsi="Arial" w:cs="Arial"/>
          <w:szCs w:val="22"/>
        </w:rPr>
        <w:t>sont acceptées.</w:t>
      </w:r>
    </w:p>
    <w:p w:rsidR="0045584C" w:rsidRPr="00B973DB" w:rsidRDefault="0045584C" w:rsidP="00D9183A">
      <w:pPr>
        <w:tabs>
          <w:tab w:val="left" w:pos="426"/>
        </w:tabs>
        <w:spacing w:before="120" w:after="0"/>
        <w:ind w:right="40"/>
        <w:rPr>
          <w:rFonts w:ascii="Arial" w:hAnsi="Arial" w:cs="Arial"/>
          <w:szCs w:val="22"/>
        </w:rPr>
      </w:pPr>
      <w:r w:rsidRPr="00B973DB">
        <w:rPr>
          <w:rFonts w:ascii="Arial" w:hAnsi="Arial" w:cs="Arial"/>
          <w:szCs w:val="22"/>
        </w:rPr>
        <w:t xml:space="preserve">Pour apprécier les différents cas de qualification de la référence, les soumissionnaires sont invités : </w:t>
      </w:r>
    </w:p>
    <w:p w:rsidR="0045584C" w:rsidRPr="00B973DB" w:rsidRDefault="0045584C" w:rsidP="0045584C">
      <w:pPr>
        <w:numPr>
          <w:ilvl w:val="0"/>
          <w:numId w:val="39"/>
        </w:numPr>
        <w:tabs>
          <w:tab w:val="left" w:pos="426"/>
        </w:tabs>
        <w:spacing w:before="0" w:after="0"/>
        <w:ind w:right="38"/>
        <w:rPr>
          <w:rFonts w:ascii="Arial" w:hAnsi="Arial" w:cs="Arial"/>
          <w:szCs w:val="22"/>
        </w:rPr>
      </w:pPr>
      <w:r w:rsidRPr="00B973DB">
        <w:rPr>
          <w:rFonts w:ascii="Arial" w:hAnsi="Arial" w:cs="Arial"/>
          <w:szCs w:val="22"/>
        </w:rPr>
        <w:t>à consulter le CCTP</w:t>
      </w:r>
      <w:r w:rsidR="00B877A3" w:rsidRPr="00B973DB">
        <w:rPr>
          <w:rFonts w:ascii="Arial" w:hAnsi="Arial" w:cs="Arial"/>
          <w:szCs w:val="22"/>
        </w:rPr>
        <w:t xml:space="preserve"> ou la SGA</w:t>
      </w:r>
      <w:r w:rsidRPr="00B973DB">
        <w:rPr>
          <w:rFonts w:ascii="Arial" w:hAnsi="Arial" w:cs="Arial"/>
          <w:szCs w:val="22"/>
        </w:rPr>
        <w:t xml:space="preserve"> dans le chapitre "TERMINOLOGIE".</w:t>
      </w:r>
    </w:p>
    <w:p w:rsidR="0045584C" w:rsidRPr="00B973DB" w:rsidRDefault="0045584C" w:rsidP="0045584C">
      <w:pPr>
        <w:numPr>
          <w:ilvl w:val="0"/>
          <w:numId w:val="39"/>
        </w:numPr>
        <w:tabs>
          <w:tab w:val="left" w:pos="426"/>
        </w:tabs>
        <w:spacing w:before="0" w:after="0"/>
        <w:ind w:right="38"/>
        <w:rPr>
          <w:rFonts w:ascii="Arial" w:hAnsi="Arial" w:cs="Arial"/>
          <w:b/>
          <w:szCs w:val="22"/>
          <w:u w:val="single"/>
        </w:rPr>
      </w:pPr>
      <w:r w:rsidRPr="00B973DB">
        <w:rPr>
          <w:rFonts w:ascii="Arial" w:hAnsi="Arial" w:cs="Arial"/>
          <w:b/>
          <w:szCs w:val="22"/>
        </w:rPr>
        <w:t xml:space="preserve">à renseigner obligatoirement un des cas figurant à l’annexe financière </w:t>
      </w:r>
      <w:r w:rsidRPr="00B973DB">
        <w:rPr>
          <w:rFonts w:ascii="Arial" w:hAnsi="Arial" w:cs="Arial"/>
          <w:b/>
          <w:szCs w:val="22"/>
          <w:u w:val="single"/>
        </w:rPr>
        <w:t>sous peine de rejet éventuel de ce poste.</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9" w:name="_Toc92880950"/>
      <w:bookmarkEnd w:id="36"/>
      <w:bookmarkEnd w:id="37"/>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9"/>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D21246" w:rsidRPr="002E1B58" w:rsidRDefault="006F7DB6" w:rsidP="002E1B58">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proofErr w:type="gramEnd"/>
      <w:r w:rsidRPr="00917C92">
        <w:rPr>
          <w:rFonts w:ascii="Arial" w:hAnsi="Arial" w:cs="Arial"/>
          <w:szCs w:val="22"/>
        </w:rPr>
        <w:t xml:space="preserv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6F7DB6" w:rsidRPr="00231968" w:rsidRDefault="008979EC" w:rsidP="007357E4">
      <w:pPr>
        <w:widowControl w:val="0"/>
        <w:numPr>
          <w:ilvl w:val="0"/>
          <w:numId w:val="12"/>
        </w:numPr>
        <w:tabs>
          <w:tab w:val="clear" w:pos="720"/>
          <w:tab w:val="num" w:pos="284"/>
        </w:tabs>
        <w:autoSpaceDE w:val="0"/>
        <w:autoSpaceDN w:val="0"/>
        <w:adjustRightInd w:val="0"/>
        <w:spacing w:before="0" w:after="0"/>
        <w:ind w:hanging="72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SGA</w:t>
      </w:r>
      <w:r w:rsidRPr="005A2D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E33" w:rsidRDefault="001B5E33">
      <w:r>
        <w:separator/>
      </w:r>
    </w:p>
  </w:endnote>
  <w:endnote w:type="continuationSeparator" w:id="0">
    <w:p w:rsidR="001B5E33" w:rsidRDefault="001B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Pr="001878F2" w:rsidRDefault="001878F2">
    <w:pPr>
      <w:pStyle w:val="Pieddepage"/>
      <w:rPr>
        <w:rFonts w:ascii="Arial" w:hAnsi="Arial" w:cs="Arial"/>
        <w:sz w:val="14"/>
        <w:szCs w:val="14"/>
      </w:rPr>
    </w:pPr>
    <w:bookmarkStart w:id="2" w:name="Dossier"/>
    <w:bookmarkEnd w:id="2"/>
    <w:r w:rsidRPr="001878F2">
      <w:rPr>
        <w:rStyle w:val="Numrodepage"/>
        <w:rFonts w:ascii="Arial" w:hAnsi="Arial" w:cs="Arial"/>
        <w:sz w:val="14"/>
        <w:szCs w:val="14"/>
      </w:rPr>
      <w:t>N° du marché</w:t>
    </w:r>
    <w:r w:rsidR="00810C24">
      <w:rPr>
        <w:rStyle w:val="Numrodepage"/>
        <w:rFonts w:ascii="Arial" w:hAnsi="Arial" w:cs="Arial"/>
        <w:sz w:val="14"/>
        <w:szCs w:val="14"/>
      </w:rPr>
      <w:t xml:space="preserve"> S2</w:t>
    </w:r>
    <w:r w:rsidR="00D643F6">
      <w:rPr>
        <w:rStyle w:val="Numrodepage"/>
        <w:rFonts w:ascii="Arial" w:hAnsi="Arial" w:cs="Arial"/>
        <w:sz w:val="14"/>
        <w:szCs w:val="14"/>
      </w:rPr>
      <w:t>5</w:t>
    </w:r>
    <w:r w:rsidR="00810C24">
      <w:rPr>
        <w:rStyle w:val="Numrodepage"/>
        <w:rFonts w:ascii="Arial" w:hAnsi="Arial" w:cs="Arial"/>
        <w:sz w:val="14"/>
        <w:szCs w:val="14"/>
      </w:rPr>
      <w:t>B00</w:t>
    </w:r>
    <w:r w:rsidR="00770F60">
      <w:rPr>
        <w:rStyle w:val="Numrodepage"/>
        <w:rFonts w:ascii="Arial" w:hAnsi="Arial" w:cs="Arial"/>
        <w:sz w:val="14"/>
        <w:szCs w:val="14"/>
      </w:rPr>
      <w:t>4</w:t>
    </w:r>
    <w:r w:rsidR="002113E4">
      <w:rPr>
        <w:rStyle w:val="Numrodepage"/>
        <w:rFonts w:ascii="Arial" w:hAnsi="Arial" w:cs="Arial"/>
        <w:sz w:val="14"/>
        <w:szCs w:val="14"/>
      </w:rPr>
      <w:t>80</w:t>
    </w:r>
    <w:r>
      <w:rPr>
        <w:rStyle w:val="Numrodepage"/>
        <w:rFonts w:ascii="Arial" w:hAnsi="Arial" w:cs="Arial"/>
        <w:sz w:val="14"/>
        <w:szCs w:val="14"/>
      </w:rPr>
      <w:t>0</w:t>
    </w:r>
    <w:r w:rsidR="00F55521">
      <w:rPr>
        <w:rStyle w:val="Numrodepage"/>
        <w:rFonts w:ascii="Arial" w:hAnsi="Arial" w:cs="Arial"/>
        <w:sz w:val="14"/>
        <w:szCs w:val="14"/>
      </w:rPr>
      <w:t>0</w:t>
    </w:r>
    <w:r>
      <w:rPr>
        <w:rStyle w:val="Numrodepage"/>
        <w:rFonts w:ascii="Arial" w:hAnsi="Arial" w:cs="Arial"/>
        <w:sz w:val="14"/>
        <w:szCs w:val="14"/>
      </w:rPr>
      <w:t>0</w:t>
    </w:r>
    <w:r w:rsidRPr="001878F2">
      <w:rPr>
        <w:rStyle w:val="Numrodepage"/>
        <w:rFonts w:ascii="Arial" w:hAnsi="Arial" w:cs="Arial"/>
        <w:sz w:val="14"/>
        <w:szCs w:val="14"/>
      </w:rPr>
      <w:tab/>
      <w:t xml:space="preserve">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PAGE </w:instrText>
    </w:r>
    <w:r w:rsidRPr="001878F2">
      <w:rPr>
        <w:rStyle w:val="Numrodepage"/>
        <w:rFonts w:ascii="Arial" w:hAnsi="Arial" w:cs="Arial"/>
        <w:sz w:val="14"/>
        <w:szCs w:val="14"/>
      </w:rPr>
      <w:fldChar w:fldCharType="separate"/>
    </w:r>
    <w:r w:rsidR="002113E4">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 </w:t>
    </w:r>
    <w:r w:rsidRPr="001878F2">
      <w:rPr>
        <w:rStyle w:val="Numrodepage"/>
        <w:rFonts w:ascii="Arial" w:hAnsi="Arial" w:cs="Arial"/>
        <w:sz w:val="14"/>
        <w:szCs w:val="14"/>
      </w:rPr>
      <w:fldChar w:fldCharType="begin"/>
    </w:r>
    <w:r w:rsidRPr="001878F2">
      <w:rPr>
        <w:rStyle w:val="Numrodepage"/>
        <w:rFonts w:ascii="Arial" w:hAnsi="Arial" w:cs="Arial"/>
        <w:sz w:val="14"/>
        <w:szCs w:val="14"/>
      </w:rPr>
      <w:instrText xml:space="preserve"> NUMPAGES </w:instrText>
    </w:r>
    <w:r w:rsidRPr="001878F2">
      <w:rPr>
        <w:rStyle w:val="Numrodepage"/>
        <w:rFonts w:ascii="Arial" w:hAnsi="Arial" w:cs="Arial"/>
        <w:sz w:val="14"/>
        <w:szCs w:val="14"/>
      </w:rPr>
      <w:fldChar w:fldCharType="separate"/>
    </w:r>
    <w:r w:rsidR="002113E4">
      <w:rPr>
        <w:rStyle w:val="Numrodepage"/>
        <w:rFonts w:ascii="Arial" w:hAnsi="Arial" w:cs="Arial"/>
        <w:noProof/>
        <w:sz w:val="14"/>
        <w:szCs w:val="14"/>
      </w:rPr>
      <w:t>8</w:t>
    </w:r>
    <w:r w:rsidRPr="001878F2">
      <w:rPr>
        <w:rStyle w:val="Numrodepage"/>
        <w:rFonts w:ascii="Arial" w:hAnsi="Arial" w:cs="Arial"/>
        <w:sz w:val="14"/>
        <w:szCs w:val="14"/>
      </w:rPr>
      <w:fldChar w:fldCharType="end"/>
    </w:r>
    <w:r w:rsidRPr="001878F2">
      <w:rPr>
        <w:rStyle w:val="Numrodepage"/>
        <w:rFonts w:ascii="Arial" w:hAnsi="Arial" w:cs="Arial"/>
        <w:sz w:val="14"/>
        <w:szCs w:val="14"/>
      </w:rPr>
      <w:t xml:space="preserve">           </w:t>
    </w:r>
    <w:r w:rsidRPr="001878F2">
      <w:rPr>
        <w:rStyle w:val="Numrodepage"/>
        <w:rFonts w:ascii="Arial" w:hAnsi="Arial" w:cs="Arial"/>
        <w:sz w:val="14"/>
        <w:szCs w:val="14"/>
      </w:rPr>
      <w:tab/>
      <w:t xml:space="preserve"> </w:t>
    </w:r>
    <w:r w:rsidRPr="001878F2">
      <w:rPr>
        <w:rStyle w:val="Numrodepage"/>
        <w:rFonts w:ascii="Arial" w:hAnsi="Arial" w:cs="Arial"/>
        <w:noProof/>
        <w:sz w:val="14"/>
        <w:szCs w:val="14"/>
      </w:rPr>
      <w:t>RC : MAPA 1 poste – 02/11/2022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878F2" w:rsidRDefault="001878F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E33" w:rsidRDefault="001B5E33">
      <w:pPr>
        <w:pStyle w:val="Pieddepage"/>
      </w:pPr>
    </w:p>
  </w:footnote>
  <w:footnote w:type="continuationSeparator" w:id="0">
    <w:p w:rsidR="001B5E33" w:rsidRDefault="001B5E33">
      <w:r>
        <w:continuationSeparator/>
      </w:r>
    </w:p>
  </w:footnote>
  <w:footnote w:id="1">
    <w:p w:rsidR="001878F2" w:rsidRPr="001878F2" w:rsidRDefault="001878F2" w:rsidP="00BD2646">
      <w:pPr>
        <w:pStyle w:val="Notedebasdepage"/>
        <w:rPr>
          <w:rFonts w:ascii="Arial" w:hAnsi="Arial" w:cs="Arial"/>
        </w:rPr>
      </w:pPr>
      <w:r w:rsidRPr="001878F2">
        <w:rPr>
          <w:rStyle w:val="Appelnotedebasdep"/>
          <w:rFonts w:ascii="Arial" w:hAnsi="Arial" w:cs="Arial"/>
        </w:rPr>
        <w:footnoteRef/>
      </w:r>
      <w:r w:rsidRPr="001878F2">
        <w:rPr>
          <w:rFonts w:ascii="Arial" w:hAnsi="Arial" w:cs="Arial"/>
          <w:b/>
          <w:bCs/>
        </w:rPr>
        <w:t>SACRAL N-CORENG </w:t>
      </w:r>
      <w:r w:rsidRPr="001878F2">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78F2">
          <w:rPr>
            <w:rStyle w:val="Lienhypertexte"/>
            <w:rFonts w:ascii="Arial" w:hAnsi="Arial" w:cs="Arial"/>
          </w:rPr>
          <w:t>https://www.nato.int/structur/AC/135/nmcrl/index.html#/</w:t>
        </w:r>
      </w:hyperlink>
    </w:p>
  </w:footnote>
  <w:footnote w:id="2">
    <w:p w:rsidR="001878F2" w:rsidRPr="001878F2" w:rsidRDefault="001878F2"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w:t>
      </w:r>
      <w:r w:rsidRPr="001878F2">
        <w:rPr>
          <w:rFonts w:ascii="Arial" w:hAnsi="Arial" w:cs="Arial"/>
          <w:sz w:val="14"/>
          <w:szCs w:val="14"/>
        </w:rPr>
        <w:t xml:space="preserve">Les imprimés sont à se procurer sur Internet à l’adresse suivante : </w:t>
      </w:r>
      <w:hyperlink r:id="rId2" w:history="1">
        <w:r w:rsidRPr="001878F2">
          <w:rPr>
            <w:rStyle w:val="Lienhypertexte"/>
            <w:rFonts w:ascii="Arial" w:hAnsi="Arial" w:cs="Arial"/>
            <w:sz w:val="14"/>
            <w:szCs w:val="14"/>
          </w:rPr>
          <w:t>http://www.economie.gouv.fr/daj/formulaires-declaration-du-candidat</w:t>
        </w:r>
      </w:hyperlink>
    </w:p>
    <w:p w:rsidR="001878F2" w:rsidRPr="00866D3F" w:rsidRDefault="001878F2"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8F2" w:rsidRDefault="001878F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105B"/>
    <w:rsid w:val="0005471E"/>
    <w:rsid w:val="0005547D"/>
    <w:rsid w:val="0006033E"/>
    <w:rsid w:val="00067BFE"/>
    <w:rsid w:val="00074221"/>
    <w:rsid w:val="00082CDD"/>
    <w:rsid w:val="000A3922"/>
    <w:rsid w:val="000A3B76"/>
    <w:rsid w:val="000B2F98"/>
    <w:rsid w:val="000F042A"/>
    <w:rsid w:val="000F71E2"/>
    <w:rsid w:val="001019DE"/>
    <w:rsid w:val="00101FB7"/>
    <w:rsid w:val="00104621"/>
    <w:rsid w:val="001070B7"/>
    <w:rsid w:val="001119F0"/>
    <w:rsid w:val="001128D7"/>
    <w:rsid w:val="0011358F"/>
    <w:rsid w:val="00123BFA"/>
    <w:rsid w:val="0012797E"/>
    <w:rsid w:val="001328F1"/>
    <w:rsid w:val="00135023"/>
    <w:rsid w:val="00140955"/>
    <w:rsid w:val="00154012"/>
    <w:rsid w:val="00166B9D"/>
    <w:rsid w:val="00167C65"/>
    <w:rsid w:val="0018093A"/>
    <w:rsid w:val="00184AB8"/>
    <w:rsid w:val="001878F2"/>
    <w:rsid w:val="00193CFE"/>
    <w:rsid w:val="001A2116"/>
    <w:rsid w:val="001A438F"/>
    <w:rsid w:val="001B3A9A"/>
    <w:rsid w:val="001B5E33"/>
    <w:rsid w:val="001C4699"/>
    <w:rsid w:val="001C4893"/>
    <w:rsid w:val="001C5FC4"/>
    <w:rsid w:val="001D3ED7"/>
    <w:rsid w:val="001E4DDC"/>
    <w:rsid w:val="001F2419"/>
    <w:rsid w:val="001F5CC5"/>
    <w:rsid w:val="0020203D"/>
    <w:rsid w:val="00203E2E"/>
    <w:rsid w:val="00204B8C"/>
    <w:rsid w:val="00210124"/>
    <w:rsid w:val="002113E4"/>
    <w:rsid w:val="00211A73"/>
    <w:rsid w:val="002130DD"/>
    <w:rsid w:val="00216431"/>
    <w:rsid w:val="00216A44"/>
    <w:rsid w:val="00217C60"/>
    <w:rsid w:val="002241BB"/>
    <w:rsid w:val="0022565C"/>
    <w:rsid w:val="00227934"/>
    <w:rsid w:val="00231696"/>
    <w:rsid w:val="00231968"/>
    <w:rsid w:val="00233D3E"/>
    <w:rsid w:val="002411F2"/>
    <w:rsid w:val="00244AE2"/>
    <w:rsid w:val="00264B35"/>
    <w:rsid w:val="0026526D"/>
    <w:rsid w:val="00266815"/>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B58"/>
    <w:rsid w:val="002E3C4A"/>
    <w:rsid w:val="002E4710"/>
    <w:rsid w:val="002E5EE7"/>
    <w:rsid w:val="002F0611"/>
    <w:rsid w:val="002F76D0"/>
    <w:rsid w:val="00301DEB"/>
    <w:rsid w:val="00305DE6"/>
    <w:rsid w:val="00314409"/>
    <w:rsid w:val="00317A57"/>
    <w:rsid w:val="003436E6"/>
    <w:rsid w:val="00347AA8"/>
    <w:rsid w:val="00350E8A"/>
    <w:rsid w:val="00351833"/>
    <w:rsid w:val="003667F7"/>
    <w:rsid w:val="00373B83"/>
    <w:rsid w:val="003772D6"/>
    <w:rsid w:val="0038481D"/>
    <w:rsid w:val="00391F0F"/>
    <w:rsid w:val="003A52E7"/>
    <w:rsid w:val="003B00C8"/>
    <w:rsid w:val="003C3CC7"/>
    <w:rsid w:val="003C523E"/>
    <w:rsid w:val="003C5D8F"/>
    <w:rsid w:val="003D289B"/>
    <w:rsid w:val="003D33FF"/>
    <w:rsid w:val="003D7AFD"/>
    <w:rsid w:val="003F04EC"/>
    <w:rsid w:val="003F3CB7"/>
    <w:rsid w:val="003F3CD0"/>
    <w:rsid w:val="003F3F07"/>
    <w:rsid w:val="004043E1"/>
    <w:rsid w:val="00416ECD"/>
    <w:rsid w:val="00431BF5"/>
    <w:rsid w:val="004343F7"/>
    <w:rsid w:val="004345E5"/>
    <w:rsid w:val="00434745"/>
    <w:rsid w:val="00435D51"/>
    <w:rsid w:val="004445C6"/>
    <w:rsid w:val="00446AFC"/>
    <w:rsid w:val="0045584C"/>
    <w:rsid w:val="004617D6"/>
    <w:rsid w:val="00466794"/>
    <w:rsid w:val="0046785A"/>
    <w:rsid w:val="004A617C"/>
    <w:rsid w:val="004B095A"/>
    <w:rsid w:val="004C2F3E"/>
    <w:rsid w:val="004D087F"/>
    <w:rsid w:val="004E0CE3"/>
    <w:rsid w:val="004E0EF5"/>
    <w:rsid w:val="004E1AEF"/>
    <w:rsid w:val="004F0020"/>
    <w:rsid w:val="004F4265"/>
    <w:rsid w:val="00501EBD"/>
    <w:rsid w:val="00514323"/>
    <w:rsid w:val="00514F4C"/>
    <w:rsid w:val="005158F2"/>
    <w:rsid w:val="005263A4"/>
    <w:rsid w:val="005307E1"/>
    <w:rsid w:val="005311B5"/>
    <w:rsid w:val="00532486"/>
    <w:rsid w:val="005326D8"/>
    <w:rsid w:val="00534FA3"/>
    <w:rsid w:val="0053567A"/>
    <w:rsid w:val="00546E53"/>
    <w:rsid w:val="00551A0E"/>
    <w:rsid w:val="00553179"/>
    <w:rsid w:val="005546CE"/>
    <w:rsid w:val="005556C8"/>
    <w:rsid w:val="00562808"/>
    <w:rsid w:val="00566ABB"/>
    <w:rsid w:val="005730B7"/>
    <w:rsid w:val="00575654"/>
    <w:rsid w:val="00575DEA"/>
    <w:rsid w:val="00577136"/>
    <w:rsid w:val="00580168"/>
    <w:rsid w:val="005834CE"/>
    <w:rsid w:val="00584399"/>
    <w:rsid w:val="00587527"/>
    <w:rsid w:val="00591AB2"/>
    <w:rsid w:val="00591B1B"/>
    <w:rsid w:val="005947FC"/>
    <w:rsid w:val="005975CF"/>
    <w:rsid w:val="005A104F"/>
    <w:rsid w:val="005A2860"/>
    <w:rsid w:val="005B2CE9"/>
    <w:rsid w:val="005B65D6"/>
    <w:rsid w:val="005C0CF3"/>
    <w:rsid w:val="005C0F5B"/>
    <w:rsid w:val="005C5537"/>
    <w:rsid w:val="005C5E9F"/>
    <w:rsid w:val="005C7429"/>
    <w:rsid w:val="005D0DEB"/>
    <w:rsid w:val="005E00BF"/>
    <w:rsid w:val="005E00D1"/>
    <w:rsid w:val="005F17C5"/>
    <w:rsid w:val="005F6A4E"/>
    <w:rsid w:val="00606A50"/>
    <w:rsid w:val="006177B3"/>
    <w:rsid w:val="00617F8B"/>
    <w:rsid w:val="006204C1"/>
    <w:rsid w:val="0062115E"/>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06AC"/>
    <w:rsid w:val="006E1D66"/>
    <w:rsid w:val="006E2673"/>
    <w:rsid w:val="006E7E60"/>
    <w:rsid w:val="006F729F"/>
    <w:rsid w:val="006F7DB6"/>
    <w:rsid w:val="00701799"/>
    <w:rsid w:val="0070759D"/>
    <w:rsid w:val="00707E4A"/>
    <w:rsid w:val="00723A4D"/>
    <w:rsid w:val="0072675C"/>
    <w:rsid w:val="007357E4"/>
    <w:rsid w:val="007628F4"/>
    <w:rsid w:val="007701BD"/>
    <w:rsid w:val="00770F60"/>
    <w:rsid w:val="0078021B"/>
    <w:rsid w:val="00781929"/>
    <w:rsid w:val="007840BA"/>
    <w:rsid w:val="0078626E"/>
    <w:rsid w:val="007874CF"/>
    <w:rsid w:val="007959A9"/>
    <w:rsid w:val="007A61C0"/>
    <w:rsid w:val="007D4815"/>
    <w:rsid w:val="007D66FD"/>
    <w:rsid w:val="007E0B91"/>
    <w:rsid w:val="007E3833"/>
    <w:rsid w:val="007E6AF1"/>
    <w:rsid w:val="007F4E19"/>
    <w:rsid w:val="007F7261"/>
    <w:rsid w:val="00800C65"/>
    <w:rsid w:val="00807D65"/>
    <w:rsid w:val="00810C24"/>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979EC"/>
    <w:rsid w:val="008A24FD"/>
    <w:rsid w:val="008A637B"/>
    <w:rsid w:val="008B0C2B"/>
    <w:rsid w:val="008B1A89"/>
    <w:rsid w:val="008B57CB"/>
    <w:rsid w:val="008C685F"/>
    <w:rsid w:val="008D1927"/>
    <w:rsid w:val="008D4EED"/>
    <w:rsid w:val="008E1713"/>
    <w:rsid w:val="008F014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554BA"/>
    <w:rsid w:val="00956403"/>
    <w:rsid w:val="00964194"/>
    <w:rsid w:val="0097758E"/>
    <w:rsid w:val="0098441A"/>
    <w:rsid w:val="00985A16"/>
    <w:rsid w:val="00986734"/>
    <w:rsid w:val="0099055B"/>
    <w:rsid w:val="009A52FB"/>
    <w:rsid w:val="009A5380"/>
    <w:rsid w:val="009A727C"/>
    <w:rsid w:val="009B5C10"/>
    <w:rsid w:val="009B66E2"/>
    <w:rsid w:val="009C6684"/>
    <w:rsid w:val="009D05B4"/>
    <w:rsid w:val="009D3750"/>
    <w:rsid w:val="009D5A72"/>
    <w:rsid w:val="009D7561"/>
    <w:rsid w:val="009E153E"/>
    <w:rsid w:val="009E52A8"/>
    <w:rsid w:val="009F624A"/>
    <w:rsid w:val="00A11107"/>
    <w:rsid w:val="00A157FF"/>
    <w:rsid w:val="00A35843"/>
    <w:rsid w:val="00A402CE"/>
    <w:rsid w:val="00A413C4"/>
    <w:rsid w:val="00A60375"/>
    <w:rsid w:val="00A6450D"/>
    <w:rsid w:val="00A65122"/>
    <w:rsid w:val="00A65B2B"/>
    <w:rsid w:val="00A67AA3"/>
    <w:rsid w:val="00A700CD"/>
    <w:rsid w:val="00A7208E"/>
    <w:rsid w:val="00A74D8D"/>
    <w:rsid w:val="00A77036"/>
    <w:rsid w:val="00A779F8"/>
    <w:rsid w:val="00AA0837"/>
    <w:rsid w:val="00AA338C"/>
    <w:rsid w:val="00AA797E"/>
    <w:rsid w:val="00AA7B89"/>
    <w:rsid w:val="00AB0746"/>
    <w:rsid w:val="00AB63D4"/>
    <w:rsid w:val="00AE12D9"/>
    <w:rsid w:val="00AE1B36"/>
    <w:rsid w:val="00AF0EAC"/>
    <w:rsid w:val="00AF1DFB"/>
    <w:rsid w:val="00AF718D"/>
    <w:rsid w:val="00AF75CD"/>
    <w:rsid w:val="00AF7A31"/>
    <w:rsid w:val="00B00C83"/>
    <w:rsid w:val="00B00F6F"/>
    <w:rsid w:val="00B023F7"/>
    <w:rsid w:val="00B02601"/>
    <w:rsid w:val="00B106B8"/>
    <w:rsid w:val="00B1130A"/>
    <w:rsid w:val="00B22CFE"/>
    <w:rsid w:val="00B31B78"/>
    <w:rsid w:val="00B45690"/>
    <w:rsid w:val="00B463D6"/>
    <w:rsid w:val="00B509F7"/>
    <w:rsid w:val="00B57FF9"/>
    <w:rsid w:val="00B745A2"/>
    <w:rsid w:val="00B877A3"/>
    <w:rsid w:val="00B973DB"/>
    <w:rsid w:val="00BA2E55"/>
    <w:rsid w:val="00BA6E5A"/>
    <w:rsid w:val="00BB5C43"/>
    <w:rsid w:val="00BC414B"/>
    <w:rsid w:val="00BD1DB7"/>
    <w:rsid w:val="00BD2646"/>
    <w:rsid w:val="00BD66BB"/>
    <w:rsid w:val="00BE252F"/>
    <w:rsid w:val="00BE2C37"/>
    <w:rsid w:val="00BF1B71"/>
    <w:rsid w:val="00BF4A66"/>
    <w:rsid w:val="00BF4F1A"/>
    <w:rsid w:val="00C024A2"/>
    <w:rsid w:val="00C03E09"/>
    <w:rsid w:val="00C20F4D"/>
    <w:rsid w:val="00C239EB"/>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C587D"/>
    <w:rsid w:val="00CD08AA"/>
    <w:rsid w:val="00CD0CBE"/>
    <w:rsid w:val="00CE71A2"/>
    <w:rsid w:val="00D01612"/>
    <w:rsid w:val="00D04971"/>
    <w:rsid w:val="00D05608"/>
    <w:rsid w:val="00D071FF"/>
    <w:rsid w:val="00D21246"/>
    <w:rsid w:val="00D279FB"/>
    <w:rsid w:val="00D40215"/>
    <w:rsid w:val="00D40D98"/>
    <w:rsid w:val="00D57199"/>
    <w:rsid w:val="00D643F6"/>
    <w:rsid w:val="00D64AC6"/>
    <w:rsid w:val="00D67EA0"/>
    <w:rsid w:val="00D70434"/>
    <w:rsid w:val="00D71E9E"/>
    <w:rsid w:val="00D71F6A"/>
    <w:rsid w:val="00D81EDC"/>
    <w:rsid w:val="00D8732A"/>
    <w:rsid w:val="00D87F42"/>
    <w:rsid w:val="00D9183A"/>
    <w:rsid w:val="00D92B1A"/>
    <w:rsid w:val="00D93BDF"/>
    <w:rsid w:val="00D9424E"/>
    <w:rsid w:val="00D94CCE"/>
    <w:rsid w:val="00DA05D2"/>
    <w:rsid w:val="00DB0796"/>
    <w:rsid w:val="00DB48D3"/>
    <w:rsid w:val="00DC3739"/>
    <w:rsid w:val="00DC4E30"/>
    <w:rsid w:val="00DC53E7"/>
    <w:rsid w:val="00DD1171"/>
    <w:rsid w:val="00DE4F28"/>
    <w:rsid w:val="00DE7A56"/>
    <w:rsid w:val="00E01F14"/>
    <w:rsid w:val="00E03789"/>
    <w:rsid w:val="00E03A74"/>
    <w:rsid w:val="00E144CD"/>
    <w:rsid w:val="00E2403B"/>
    <w:rsid w:val="00E3286F"/>
    <w:rsid w:val="00E32FAC"/>
    <w:rsid w:val="00E33D21"/>
    <w:rsid w:val="00E3791C"/>
    <w:rsid w:val="00E444ED"/>
    <w:rsid w:val="00E46B13"/>
    <w:rsid w:val="00E47047"/>
    <w:rsid w:val="00E5136C"/>
    <w:rsid w:val="00E52225"/>
    <w:rsid w:val="00E64BBB"/>
    <w:rsid w:val="00E72B90"/>
    <w:rsid w:val="00E86034"/>
    <w:rsid w:val="00E87416"/>
    <w:rsid w:val="00E930C6"/>
    <w:rsid w:val="00E96CE8"/>
    <w:rsid w:val="00E97376"/>
    <w:rsid w:val="00EA1B1A"/>
    <w:rsid w:val="00EB004F"/>
    <w:rsid w:val="00EB2E11"/>
    <w:rsid w:val="00EC1202"/>
    <w:rsid w:val="00EC5D08"/>
    <w:rsid w:val="00EC6387"/>
    <w:rsid w:val="00ED1AA2"/>
    <w:rsid w:val="00ED7374"/>
    <w:rsid w:val="00EF3815"/>
    <w:rsid w:val="00EF504E"/>
    <w:rsid w:val="00F04080"/>
    <w:rsid w:val="00F0731C"/>
    <w:rsid w:val="00F22671"/>
    <w:rsid w:val="00F2795E"/>
    <w:rsid w:val="00F5207A"/>
    <w:rsid w:val="00F55521"/>
    <w:rsid w:val="00F73A36"/>
    <w:rsid w:val="00F775C0"/>
    <w:rsid w:val="00F84B61"/>
    <w:rsid w:val="00F95BD9"/>
    <w:rsid w:val="00FB2D48"/>
    <w:rsid w:val="00FB5BFB"/>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46AC8EC9"/>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paragraph" w:styleId="Paragraphedeliste">
    <w:name w:val="List Paragraph"/>
    <w:basedOn w:val="Normal"/>
    <w:uiPriority w:val="34"/>
    <w:qFormat/>
    <w:rsid w:val="00C23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88A06-B74A-44FC-A677-7C87F1A39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159</TotalTime>
  <Pages>8</Pages>
  <Words>2310</Words>
  <Characters>13956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16234</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MER Patricia ADJ ADM PAL 2CL AE</cp:lastModifiedBy>
  <cp:revision>74</cp:revision>
  <cp:lastPrinted>2023-12-21T09:12:00Z</cp:lastPrinted>
  <dcterms:created xsi:type="dcterms:W3CDTF">2022-11-10T09:49:00Z</dcterms:created>
  <dcterms:modified xsi:type="dcterms:W3CDTF">2025-07-21T14:26:00Z</dcterms:modified>
</cp:coreProperties>
</file>